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5B663" w14:textId="60A98C72" w:rsidR="00BE7D30" w:rsidRDefault="00B85B51" w:rsidP="00D1577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45D73C" wp14:editId="0742ABEF">
                <wp:simplePos x="0" y="0"/>
                <wp:positionH relativeFrom="column">
                  <wp:posOffset>383507</wp:posOffset>
                </wp:positionH>
                <wp:positionV relativeFrom="paragraph">
                  <wp:posOffset>159418</wp:posOffset>
                </wp:positionV>
                <wp:extent cx="8172450" cy="6534150"/>
                <wp:effectExtent l="0" t="0" r="0" b="0"/>
                <wp:wrapNone/>
                <wp:docPr id="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0" cy="653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21341" w14:textId="77777777" w:rsidR="00B85B51" w:rsidRPr="00B85B51" w:rsidRDefault="00B85B51" w:rsidP="00B85B51">
                            <w:pPr>
                              <w:rPr>
                                <w:rFonts w:ascii="Calibri" w:hAnsi="Calibri" w:cs="Calibri"/>
                                <w:color w:val="auto"/>
                                <w:sz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5B51">
                              <w:rPr>
                                <w:rFonts w:ascii="Calibri" w:hAnsi="Calibri" w:cs="Calibri"/>
                                <w:color w:val="auto"/>
                                <w:sz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SALARY CERTIFICATE</w:t>
                            </w:r>
                          </w:p>
                          <w:p w14:paraId="20F95D40" w14:textId="77777777" w:rsidR="00B85B51" w:rsidRPr="00B85B51" w:rsidRDefault="00B85B51" w:rsidP="00B85B51">
                            <w:pPr>
                              <w:rPr>
                                <w:rFonts w:ascii="Calibri" w:hAnsi="Calibri" w:cs="Calibri"/>
                                <w:color w:val="auto"/>
                                <w:sz w:val="20"/>
                                <w:szCs w:val="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6FE6F2A" w14:textId="77777777" w:rsidR="00B85B51" w:rsidRPr="00B85B51" w:rsidRDefault="00B85B51" w:rsidP="00B85B51">
                            <w:pPr>
                              <w:rPr>
                                <w:rFonts w:ascii="Calibri" w:hAnsi="Calibri" w:cs="Calibri"/>
                                <w:b/>
                                <w:color w:val="auto"/>
                                <w:szCs w:val="12"/>
                              </w:rPr>
                            </w:pPr>
                          </w:p>
                          <w:p w14:paraId="6D0F415D" w14:textId="18760033" w:rsidR="00B85B51" w:rsidRPr="00B85B51" w:rsidRDefault="00B85B51" w:rsidP="00B85B51">
                            <w:pPr>
                              <w:spacing w:line="600" w:lineRule="auto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>This is to certify that Mr. / Miss/ Mrs.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>____________________________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 xml:space="preserve"> (Name of Employee)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 xml:space="preserve">___________________________ 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 xml:space="preserve">(Employee #) is working with our esteem organization / company under the title of 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>___________________________________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 xml:space="preserve"> (Title of employee) since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>_____________________________________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 xml:space="preserve"> (Date of inception of job). We found this gentleman fully committed to his/her job and totally sincere toward this organization /company. </w:t>
                            </w:r>
                          </w:p>
                          <w:p w14:paraId="0B053941" w14:textId="77777777" w:rsidR="00B85B51" w:rsidRPr="00B85B51" w:rsidRDefault="00B85B51" w:rsidP="00B85B51">
                            <w:pPr>
                              <w:spacing w:line="600" w:lineRule="auto"/>
                              <w:rPr>
                                <w:rFonts w:ascii="Calibri" w:hAnsi="Calibri" w:cs="Calibri"/>
                                <w:b/>
                                <w:color w:val="auto"/>
                                <w:sz w:val="28"/>
                              </w:rPr>
                            </w:pPr>
                          </w:p>
                          <w:p w14:paraId="25F7EEBD" w14:textId="5ED5D4D1" w:rsidR="00B85B51" w:rsidRPr="00B85B51" w:rsidRDefault="00B85B51" w:rsidP="00B85B51">
                            <w:pPr>
                              <w:spacing w:line="600" w:lineRule="auto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>Works at our company as a Team Leader and earns an annual salary of $46,000.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 xml:space="preserve"> 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>This can be used to secure bank loans and other official purpose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 xml:space="preserve">. 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>Given on Day Here , Date Here _________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>________________________________________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>________________</w:t>
                            </w:r>
                          </w:p>
                          <w:p w14:paraId="338E7E3C" w14:textId="77777777" w:rsidR="00B85B51" w:rsidRPr="00B85B51" w:rsidRDefault="00B85B51" w:rsidP="00B85B51">
                            <w:pPr>
                              <w:spacing w:line="600" w:lineRule="auto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</w:p>
                          <w:p w14:paraId="0B594501" w14:textId="1C94255C" w:rsidR="00B85B51" w:rsidRPr="00B85B51" w:rsidRDefault="00B85B51" w:rsidP="00B85B51">
                            <w:pPr>
                              <w:spacing w:line="600" w:lineRule="auto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 xml:space="preserve">HR Manager 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>_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>___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>___________________________________________________</w:t>
                            </w:r>
                            <w:r w:rsidRPr="00B85B51">
                              <w:rPr>
                                <w:rFonts w:ascii="Calibri" w:hAnsi="Calibri" w:cs="Calibri"/>
                                <w:color w:val="auto"/>
                              </w:rPr>
                              <w:t>____________________________________</w:t>
                            </w:r>
                          </w:p>
                          <w:p w14:paraId="21080372" w14:textId="77777777" w:rsidR="00B85B51" w:rsidRDefault="00B85B51" w:rsidP="00B85B51">
                            <w:pPr>
                              <w:spacing w:line="60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auto"/>
                              </w:rPr>
                            </w:pPr>
                          </w:p>
                          <w:p w14:paraId="57AE50AD" w14:textId="7AB8DD20" w:rsidR="00B85B51" w:rsidRPr="00B85B51" w:rsidRDefault="00B85B51" w:rsidP="00B85B51">
                            <w:pPr>
                              <w:spacing w:line="60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auto"/>
                              </w:rPr>
                            </w:pPr>
                            <w:r w:rsidRPr="00B85B51">
                              <w:rPr>
                                <w:rFonts w:ascii="Calibri" w:hAnsi="Calibri" w:cs="Calibri"/>
                                <w:b/>
                                <w:bCs/>
                                <w:color w:val="auto"/>
                              </w:rPr>
                              <w:t xml:space="preserve">Your Company Name here - Write Location Here - Contact No -  111-222-3333 - </w:t>
                            </w:r>
                            <w:hyperlink r:id="rId10" w:history="1">
                              <w:r w:rsidRPr="00B85B51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bCs/>
                                  <w:color w:val="auto"/>
                                  <w:u w:val="none"/>
                                </w:rPr>
                                <w:t>www.yourwebsitehere.com</w:t>
                              </w:r>
                            </w:hyperlink>
                          </w:p>
                          <w:p w14:paraId="5559EC31" w14:textId="77777777" w:rsidR="00B85B51" w:rsidRPr="00B85B51" w:rsidRDefault="00B85B51" w:rsidP="00B85B51">
                            <w:pPr>
                              <w:spacing w:line="600" w:lineRule="auto"/>
                              <w:rPr>
                                <w:rFonts w:ascii="Calibri" w:hAnsi="Calibri" w:cs="Calibri"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5D73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.2pt;margin-top:12.55pt;width:643.5pt;height:51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" filled="f" stroked="f" strokeweight=".5pt">
                <v:textbox>
                  <w:txbxContent>
                    <w:p w14:paraId="0A921341" w14:textId="77777777" w:rsidR="00B85B51" w:rsidRPr="00B85B51" w:rsidRDefault="00B85B51" w:rsidP="00B85B51">
                      <w:pPr>
                        <w:rPr>
                          <w:rFonts w:ascii="Calibri" w:hAnsi="Calibri" w:cs="Calibri"/>
                          <w:color w:val="auto"/>
                          <w:sz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85B51">
                        <w:rPr>
                          <w:rFonts w:ascii="Calibri" w:hAnsi="Calibri" w:cs="Calibri"/>
                          <w:color w:val="auto"/>
                          <w:sz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SALARY CERTIFICATE</w:t>
                      </w:r>
                    </w:p>
                    <w:p w14:paraId="20F95D40" w14:textId="77777777" w:rsidR="00B85B51" w:rsidRPr="00B85B51" w:rsidRDefault="00B85B51" w:rsidP="00B85B51">
                      <w:pPr>
                        <w:rPr>
                          <w:rFonts w:ascii="Calibri" w:hAnsi="Calibri" w:cs="Calibri"/>
                          <w:color w:val="auto"/>
                          <w:sz w:val="20"/>
                          <w:szCs w:val="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6FE6F2A" w14:textId="77777777" w:rsidR="00B85B51" w:rsidRPr="00B85B51" w:rsidRDefault="00B85B51" w:rsidP="00B85B51">
                      <w:pPr>
                        <w:rPr>
                          <w:rFonts w:ascii="Calibri" w:hAnsi="Calibri" w:cs="Calibri"/>
                          <w:b/>
                          <w:color w:val="auto"/>
                          <w:szCs w:val="12"/>
                        </w:rPr>
                      </w:pPr>
                    </w:p>
                    <w:p w14:paraId="6D0F415D" w14:textId="18760033" w:rsidR="00B85B51" w:rsidRPr="00B85B51" w:rsidRDefault="00B85B51" w:rsidP="00B85B51">
                      <w:pPr>
                        <w:spacing w:line="600" w:lineRule="auto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>This is to certify that Mr. / Miss/ Mrs.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>____________________________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 xml:space="preserve"> (Name of Employee)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 xml:space="preserve">___________________________ 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 xml:space="preserve">(Employee #) is working with our esteem organization / company under the title of 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>___________________________________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 xml:space="preserve"> (Title of employee) since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>_____________________________________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 xml:space="preserve"> (Date of inception of job). We found this gentleman fully committed to his/her job and totally sincere toward this organization /company. </w:t>
                      </w:r>
                    </w:p>
                    <w:p w14:paraId="0B053941" w14:textId="77777777" w:rsidR="00B85B51" w:rsidRPr="00B85B51" w:rsidRDefault="00B85B51" w:rsidP="00B85B51">
                      <w:pPr>
                        <w:spacing w:line="600" w:lineRule="auto"/>
                        <w:rPr>
                          <w:rFonts w:ascii="Calibri" w:hAnsi="Calibri" w:cs="Calibri"/>
                          <w:b/>
                          <w:color w:val="auto"/>
                          <w:sz w:val="28"/>
                        </w:rPr>
                      </w:pPr>
                    </w:p>
                    <w:p w14:paraId="25F7EEBD" w14:textId="5ED5D4D1" w:rsidR="00B85B51" w:rsidRPr="00B85B51" w:rsidRDefault="00B85B51" w:rsidP="00B85B51">
                      <w:pPr>
                        <w:spacing w:line="600" w:lineRule="auto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>Works at our company as a Team Leader and earns an annual salary of $46,000.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 xml:space="preserve"> 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>This can be used to secure bank loans and other official purpose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 xml:space="preserve">. 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>Given on Day Here , Date Here _________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>________________________________________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>________________</w:t>
                      </w:r>
                    </w:p>
                    <w:p w14:paraId="338E7E3C" w14:textId="77777777" w:rsidR="00B85B51" w:rsidRPr="00B85B51" w:rsidRDefault="00B85B51" w:rsidP="00B85B51">
                      <w:pPr>
                        <w:spacing w:line="600" w:lineRule="auto"/>
                        <w:rPr>
                          <w:rFonts w:ascii="Calibri" w:hAnsi="Calibri" w:cs="Calibri"/>
                          <w:color w:val="auto"/>
                        </w:rPr>
                      </w:pPr>
                    </w:p>
                    <w:p w14:paraId="0B594501" w14:textId="1C94255C" w:rsidR="00B85B51" w:rsidRPr="00B85B51" w:rsidRDefault="00B85B51" w:rsidP="00B85B51">
                      <w:pPr>
                        <w:spacing w:line="600" w:lineRule="auto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 xml:space="preserve">HR Manager 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>_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>___</w:t>
                      </w:r>
                      <w:r>
                        <w:rPr>
                          <w:rFonts w:ascii="Calibri" w:hAnsi="Calibri" w:cs="Calibri"/>
                          <w:color w:val="auto"/>
                        </w:rPr>
                        <w:t>___________________________________________________</w:t>
                      </w:r>
                      <w:r w:rsidRPr="00B85B51">
                        <w:rPr>
                          <w:rFonts w:ascii="Calibri" w:hAnsi="Calibri" w:cs="Calibri"/>
                          <w:color w:val="auto"/>
                        </w:rPr>
                        <w:t>____________________________________</w:t>
                      </w:r>
                    </w:p>
                    <w:p w14:paraId="21080372" w14:textId="77777777" w:rsidR="00B85B51" w:rsidRDefault="00B85B51" w:rsidP="00B85B51">
                      <w:pPr>
                        <w:spacing w:line="600" w:lineRule="auto"/>
                        <w:rPr>
                          <w:rFonts w:ascii="Calibri" w:hAnsi="Calibri" w:cs="Calibri"/>
                          <w:b/>
                          <w:bCs/>
                          <w:color w:val="auto"/>
                        </w:rPr>
                      </w:pPr>
                    </w:p>
                    <w:p w14:paraId="57AE50AD" w14:textId="7AB8DD20" w:rsidR="00B85B51" w:rsidRPr="00B85B51" w:rsidRDefault="00B85B51" w:rsidP="00B85B51">
                      <w:pPr>
                        <w:spacing w:line="600" w:lineRule="auto"/>
                        <w:rPr>
                          <w:rFonts w:ascii="Calibri" w:hAnsi="Calibri" w:cs="Calibri"/>
                          <w:b/>
                          <w:bCs/>
                          <w:color w:val="auto"/>
                        </w:rPr>
                      </w:pPr>
                      <w:r w:rsidRPr="00B85B51">
                        <w:rPr>
                          <w:rFonts w:ascii="Calibri" w:hAnsi="Calibri" w:cs="Calibri"/>
                          <w:b/>
                          <w:bCs/>
                          <w:color w:val="auto"/>
                        </w:rPr>
                        <w:t xml:space="preserve">Your Company Name here - Write Location Here - Contact No -  111-222-3333 - </w:t>
                      </w:r>
                      <w:hyperlink r:id="rId11" w:history="1">
                        <w:r w:rsidRPr="00B85B51">
                          <w:rPr>
                            <w:rStyle w:val="Hyperlink"/>
                            <w:rFonts w:ascii="Calibri" w:hAnsi="Calibri" w:cs="Calibri"/>
                            <w:b/>
                            <w:bCs/>
                            <w:color w:val="auto"/>
                            <w:u w:val="none"/>
                          </w:rPr>
                          <w:t>www.yourwebsitehere.com</w:t>
                        </w:r>
                      </w:hyperlink>
                    </w:p>
                    <w:p w14:paraId="5559EC31" w14:textId="77777777" w:rsidR="00B85B51" w:rsidRPr="00B85B51" w:rsidRDefault="00B85B51" w:rsidP="00B85B51">
                      <w:pPr>
                        <w:spacing w:line="600" w:lineRule="auto"/>
                        <w:rPr>
                          <w:rFonts w:ascii="Calibri" w:hAnsi="Calibri" w:cs="Calibri"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45134DB" wp14:editId="7F099B01">
                <wp:simplePos x="0" y="0"/>
                <wp:positionH relativeFrom="column">
                  <wp:posOffset>-764607</wp:posOffset>
                </wp:positionH>
                <wp:positionV relativeFrom="paragraph">
                  <wp:posOffset>-461010</wp:posOffset>
                </wp:positionV>
                <wp:extent cx="914400" cy="7524750"/>
                <wp:effectExtent l="0" t="0" r="0" b="0"/>
                <wp:wrapNone/>
                <wp:docPr id="2108661909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914400" cy="7524750"/>
                          <a:chOff x="0" y="0"/>
                          <a:chExt cx="2340392" cy="7780644"/>
                        </a:xfrm>
                      </wpg:grpSpPr>
                      <wps:wsp>
                        <wps:cNvPr id="740548552" name="Freeform: Shape 740548552"/>
                        <wps:cNvSpPr/>
                        <wps:spPr>
                          <a:xfrm>
                            <a:off x="0" y="0"/>
                            <a:ext cx="2340392" cy="5816794"/>
                          </a:xfrm>
                          <a:custGeom>
                            <a:avLst/>
                            <a:gdLst>
                              <a:gd name="connsiteX0" fmla="*/ 2340392 w 2340392"/>
                              <a:gd name="connsiteY0" fmla="*/ 0 h 5816794"/>
                              <a:gd name="connsiteX1" fmla="*/ 0 w 2340392"/>
                              <a:gd name="connsiteY1" fmla="*/ 0 h 5816794"/>
                              <a:gd name="connsiteX2" fmla="*/ 2340392 w 2340392"/>
                              <a:gd name="connsiteY2" fmla="*/ 5816794 h 58167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40392" h="5816794">
                                <a:moveTo>
                                  <a:pt x="2340392" y="0"/>
                                </a:moveTo>
                                <a:lnTo>
                                  <a:pt x="0" y="0"/>
                                </a:lnTo>
                                <a:lnTo>
                                  <a:pt x="2340392" y="5816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8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83054" name="Freeform: Shape 201483054"/>
                        <wps:cNvSpPr/>
                        <wps:spPr>
                          <a:xfrm>
                            <a:off x="0" y="3890322"/>
                            <a:ext cx="2340392" cy="3890322"/>
                          </a:xfrm>
                          <a:custGeom>
                            <a:avLst/>
                            <a:gdLst>
                              <a:gd name="connsiteX0" fmla="*/ 2340392 w 2340392"/>
                              <a:gd name="connsiteY0" fmla="*/ 3890322 h 3890322"/>
                              <a:gd name="connsiteX1" fmla="*/ 2340392 w 2340392"/>
                              <a:gd name="connsiteY1" fmla="*/ 1926472 h 3890322"/>
                              <a:gd name="connsiteX2" fmla="*/ 1565346 w 2340392"/>
                              <a:gd name="connsiteY2" fmla="*/ 0 h 3890322"/>
                              <a:gd name="connsiteX3" fmla="*/ 0 w 2340392"/>
                              <a:gd name="connsiteY3" fmla="*/ 3890322 h 38903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40392" h="3890322">
                                <a:moveTo>
                                  <a:pt x="2340392" y="3890322"/>
                                </a:moveTo>
                                <a:lnTo>
                                  <a:pt x="2340392" y="1926472"/>
                                </a:lnTo>
                                <a:lnTo>
                                  <a:pt x="1565346" y="0"/>
                                </a:lnTo>
                                <a:lnTo>
                                  <a:pt x="0" y="3890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68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93C917" id="Graphic 1" o:spid="_x0000_s1026" style="position:absolute;margin-left:-60.2pt;margin-top:-36.3pt;width:1in;height:592.5pt;flip:x;z-index:-251653120;mso-width-relative:margin;mso-height-relative:margin" coordsize="23403,77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">
                <v:shape id="Freeform: Shape 740548552" o:spid="_x0000_s1027" style="position:absolute;width:23403;height:58167;visibility:visible;mso-wrap-style:square;v-text-anchor:middle" coordsize="2340392,5816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" path="m2340392,l,,2340392,5816794,2340392,xe" fillcolor="black" stroked="f" strokeweight=".35231mm">
                  <v:stroke joinstyle="miter"/>
                  <v:path arrowok="t" o:connecttype="custom" o:connectlocs="2340392,0;0,0;2340392,5816794" o:connectangles="0,0,0"/>
                </v:shape>
                <v:shape id="Freeform: Shape 201483054" o:spid="_x0000_s1028" style="position:absolute;top:38903;width:23403;height:38903;visibility:visible;mso-wrap-style:square;v-text-anchor:middle" coordsize="2340392,389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" path="m2340392,3890322r,-1963850l1565346,,,3890322r2340392,xe" fillcolor="#0070c0" stroked="f" strokeweight=".35231mm">
                  <v:stroke joinstyle="miter"/>
                  <v:path arrowok="t" o:connecttype="custom" o:connectlocs="2340392,3890322;2340392,1926472;1565346,0;0,3890322" o:connectangles="0,0,0,0"/>
                </v:shape>
              </v:group>
            </w:pict>
          </mc:Fallback>
        </mc:AlternateContent>
      </w:r>
      <w:r w:rsidR="00022B07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3244DD4" wp14:editId="0502B2E3">
                <wp:simplePos x="0" y="0"/>
                <wp:positionH relativeFrom="column">
                  <wp:posOffset>7794738</wp:posOffset>
                </wp:positionH>
                <wp:positionV relativeFrom="paragraph">
                  <wp:posOffset>-438150</wp:posOffset>
                </wp:positionV>
                <wp:extent cx="2472577" cy="7524750"/>
                <wp:effectExtent l="0" t="0" r="4445" b="0"/>
                <wp:wrapNone/>
                <wp:docPr id="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577" cy="7524750"/>
                          <a:chOff x="0" y="0"/>
                          <a:chExt cx="2340392" cy="7780644"/>
                        </a:xfrm>
                      </wpg:grpSpPr>
                      <wps:wsp>
                        <wps:cNvPr id="4" name="Freeform: Shape 4"/>
                        <wps:cNvSpPr/>
                        <wps:spPr>
                          <a:xfrm>
                            <a:off x="0" y="0"/>
                            <a:ext cx="2340392" cy="5816794"/>
                          </a:xfrm>
                          <a:custGeom>
                            <a:avLst/>
                            <a:gdLst>
                              <a:gd name="connsiteX0" fmla="*/ 2340392 w 2340392"/>
                              <a:gd name="connsiteY0" fmla="*/ 0 h 5816794"/>
                              <a:gd name="connsiteX1" fmla="*/ 0 w 2340392"/>
                              <a:gd name="connsiteY1" fmla="*/ 0 h 5816794"/>
                              <a:gd name="connsiteX2" fmla="*/ 2340392 w 2340392"/>
                              <a:gd name="connsiteY2" fmla="*/ 5816794 h 58167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40392" h="5816794">
                                <a:moveTo>
                                  <a:pt x="2340392" y="0"/>
                                </a:moveTo>
                                <a:lnTo>
                                  <a:pt x="0" y="0"/>
                                </a:lnTo>
                                <a:lnTo>
                                  <a:pt x="2340392" y="5816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8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: Shape 5"/>
                        <wps:cNvSpPr/>
                        <wps:spPr>
                          <a:xfrm>
                            <a:off x="0" y="3890322"/>
                            <a:ext cx="2340392" cy="3890322"/>
                          </a:xfrm>
                          <a:custGeom>
                            <a:avLst/>
                            <a:gdLst>
                              <a:gd name="connsiteX0" fmla="*/ 2340392 w 2340392"/>
                              <a:gd name="connsiteY0" fmla="*/ 3890322 h 3890322"/>
                              <a:gd name="connsiteX1" fmla="*/ 2340392 w 2340392"/>
                              <a:gd name="connsiteY1" fmla="*/ 1926472 h 3890322"/>
                              <a:gd name="connsiteX2" fmla="*/ 1565346 w 2340392"/>
                              <a:gd name="connsiteY2" fmla="*/ 0 h 3890322"/>
                              <a:gd name="connsiteX3" fmla="*/ 0 w 2340392"/>
                              <a:gd name="connsiteY3" fmla="*/ 3890322 h 38903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40392" h="3890322">
                                <a:moveTo>
                                  <a:pt x="2340392" y="3890322"/>
                                </a:moveTo>
                                <a:lnTo>
                                  <a:pt x="2340392" y="1926472"/>
                                </a:lnTo>
                                <a:lnTo>
                                  <a:pt x="1565346" y="0"/>
                                </a:lnTo>
                                <a:lnTo>
                                  <a:pt x="0" y="3890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68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14D19A" id="Graphic 1" o:spid="_x0000_s1026" style="position:absolute;margin-left:613.75pt;margin-top:-34.5pt;width:194.7pt;height:592.5pt;z-index:-251659264;mso-width-relative:margin;mso-height-relative:margin" coordsize="23403,77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">
                <v:shape id="Freeform: Shape 4" o:spid="_x0000_s1027" style="position:absolute;width:23403;height:58167;visibility:visible;mso-wrap-style:square;v-text-anchor:middle" coordsize="2340392,5816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" path="m2340392,l,,2340392,5816794,2340392,xe" fillcolor="black" stroked="f" strokeweight=".35231mm">
                  <v:stroke joinstyle="miter"/>
                  <v:path arrowok="t" o:connecttype="custom" o:connectlocs="2340392,0;0,0;2340392,5816794" o:connectangles="0,0,0"/>
                </v:shape>
                <v:shape id="Freeform: Shape 5" o:spid="_x0000_s1028" style="position:absolute;top:38903;width:23403;height:38903;visibility:visible;mso-wrap-style:square;v-text-anchor:middle" coordsize="2340392,389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" path="m2340392,3890322r,-1963850l1565346,,,3890322r2340392,xe" fillcolor="#0070c0" stroked="f" strokeweight=".35231mm">
                  <v:stroke joinstyle="miter"/>
                  <v:path arrowok="t" o:connecttype="custom" o:connectlocs="2340392,3890322;2340392,1926472;1565346,0;0,3890322" o:connectangles="0,0,0,0"/>
                </v:shape>
              </v:group>
            </w:pict>
          </mc:Fallback>
        </mc:AlternateContent>
      </w:r>
      <w:r w:rsidR="00022B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7A508" wp14:editId="12EDAE9A">
                <wp:simplePos x="0" y="0"/>
                <wp:positionH relativeFrom="column">
                  <wp:posOffset>7696228</wp:posOffset>
                </wp:positionH>
                <wp:positionV relativeFrom="paragraph">
                  <wp:posOffset>-1619885</wp:posOffset>
                </wp:positionV>
                <wp:extent cx="818858" cy="3726225"/>
                <wp:effectExtent l="171450" t="0" r="876935" b="0"/>
                <wp:wrapNone/>
                <wp:docPr id="374929622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08814">
                          <a:off x="0" y="0"/>
                          <a:ext cx="818858" cy="3726225"/>
                        </a:xfrm>
                        <a:custGeom>
                          <a:avLst/>
                          <a:gdLst>
                            <a:gd name="connsiteX0" fmla="*/ 775046 w 775046"/>
                            <a:gd name="connsiteY0" fmla="*/ 0 h 3852944"/>
                            <a:gd name="connsiteX1" fmla="*/ 0 w 775046"/>
                            <a:gd name="connsiteY1" fmla="*/ 1926472 h 3852944"/>
                            <a:gd name="connsiteX2" fmla="*/ 775046 w 775046"/>
                            <a:gd name="connsiteY2" fmla="*/ 3852944 h 38529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75046" h="3852944">
                              <a:moveTo>
                                <a:pt x="775046" y="0"/>
                              </a:moveTo>
                              <a:lnTo>
                                <a:pt x="0" y="1926472"/>
                              </a:lnTo>
                              <a:lnTo>
                                <a:pt x="775046" y="3852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 w="12683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A1846" id="Freeform: Shape 1" o:spid="_x0000_s1026" style="position:absolute;margin-left:606pt;margin-top:-127.55pt;width:64.5pt;height:293.4pt;rotation:-1956453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5046,3852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" path="m775046,l,1926472,775046,3852944,775046,xe" fillcolor="#0070c0" stroked="f" strokeweight=".35231mm">
                <v:stroke joinstyle="miter"/>
                <v:path arrowok="t" o:connecttype="custom" o:connectlocs="818858,0;0,1863113;818858,3726225" o:connectangles="0,0,0"/>
              </v:shape>
            </w:pict>
          </mc:Fallback>
        </mc:AlternateContent>
      </w:r>
    </w:p>
    <w:p w14:paraId="518C92FB" w14:textId="637DE267" w:rsidR="002915F2" w:rsidRDefault="007E3706" w:rsidP="004968AF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5277BE" wp14:editId="39ED8444">
                <wp:simplePos x="0" y="0"/>
                <wp:positionH relativeFrom="margin">
                  <wp:align>center</wp:align>
                </wp:positionH>
                <wp:positionV relativeFrom="paragraph">
                  <wp:posOffset>6491605</wp:posOffset>
                </wp:positionV>
                <wp:extent cx="1685926" cy="415372"/>
                <wp:effectExtent l="0" t="0" r="9525" b="381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6" cy="415372"/>
                        </a:xfrm>
                        <a:prstGeom prst="rect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A2019" id="Rectangle 1" o:spid="_x0000_s1026" style="position:absolute;margin-left:0;margin-top:511.15pt;width:132.75pt;height:32.7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" stroked="f" strokeweight="2pt">
                <v:fill r:id="rId13" o:title="" recolor="t" rotate="t" type="frame"/>
                <w10:wrap anchorx="margin"/>
              </v:rect>
            </w:pict>
          </mc:Fallback>
        </mc:AlternateContent>
      </w:r>
      <w:r w:rsidR="00022B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A2F91" wp14:editId="434FFEB2">
                <wp:simplePos x="0" y="0"/>
                <wp:positionH relativeFrom="column">
                  <wp:posOffset>7693661</wp:posOffset>
                </wp:positionH>
                <wp:positionV relativeFrom="paragraph">
                  <wp:posOffset>4554855</wp:posOffset>
                </wp:positionV>
                <wp:extent cx="818858" cy="3726225"/>
                <wp:effectExtent l="0" t="0" r="724535" b="7620"/>
                <wp:wrapNone/>
                <wp:docPr id="552381891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2658">
                          <a:off x="0" y="0"/>
                          <a:ext cx="818858" cy="3726225"/>
                        </a:xfrm>
                        <a:custGeom>
                          <a:avLst/>
                          <a:gdLst>
                            <a:gd name="connsiteX0" fmla="*/ 775046 w 775046"/>
                            <a:gd name="connsiteY0" fmla="*/ 0 h 3852944"/>
                            <a:gd name="connsiteX1" fmla="*/ 0 w 775046"/>
                            <a:gd name="connsiteY1" fmla="*/ 1926472 h 3852944"/>
                            <a:gd name="connsiteX2" fmla="*/ 775046 w 775046"/>
                            <a:gd name="connsiteY2" fmla="*/ 3852944 h 38529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75046" h="3852944">
                              <a:moveTo>
                                <a:pt x="775046" y="0"/>
                              </a:moveTo>
                              <a:lnTo>
                                <a:pt x="0" y="1926472"/>
                              </a:lnTo>
                              <a:lnTo>
                                <a:pt x="775046" y="385294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12683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4E5BB7" id="Freeform: Shape 1" o:spid="_x0000_s1026" style="position:absolute;margin-left:605.8pt;margin-top:358.65pt;width:64.5pt;height:293.4pt;rotation:1553922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5046,3852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" path="m775046,l,1926472,775046,3852944,775046,xe" fillcolor="black [3213]" stroked="f" strokeweight=".35231mm">
                <v:stroke joinstyle="miter"/>
                <v:path arrowok="t" o:connecttype="custom" o:connectlocs="818858,0;0,1863113;818858,3726225" o:connectangles="0,0,0"/>
              </v:shape>
            </w:pict>
          </mc:Fallback>
        </mc:AlternateContent>
      </w:r>
    </w:p>
    <w:sectPr w:rsidR="002915F2" w:rsidSect="00022B07">
      <w:type w:val="continuous"/>
      <w:pgSz w:w="16838" w:h="11906" w:orient="landscape" w:code="9"/>
      <w:pgMar w:top="720" w:right="720" w:bottom="720" w:left="720" w:header="720" w:footer="720" w:gutter="0"/>
      <w:cols w:space="720"/>
      <w:noEndnote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5D04" w14:textId="77777777" w:rsidR="00524A18" w:rsidRDefault="00524A18" w:rsidP="005D6385">
      <w:r>
        <w:separator/>
      </w:r>
    </w:p>
  </w:endnote>
  <w:endnote w:type="continuationSeparator" w:id="0">
    <w:p w14:paraId="23C0A934" w14:textId="77777777" w:rsidR="00524A18" w:rsidRDefault="00524A18" w:rsidP="005D6385">
      <w:r>
        <w:continuationSeparator/>
      </w:r>
    </w:p>
  </w:endnote>
  <w:endnote w:type="continuationNotice" w:id="1">
    <w:p w14:paraId="63D9ECD8" w14:textId="77777777" w:rsidR="00524A18" w:rsidRDefault="00524A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9EA0B" w14:textId="77777777" w:rsidR="00524A18" w:rsidRDefault="00524A18" w:rsidP="005D6385">
      <w:r>
        <w:separator/>
      </w:r>
    </w:p>
  </w:footnote>
  <w:footnote w:type="continuationSeparator" w:id="0">
    <w:p w14:paraId="005A5BE4" w14:textId="77777777" w:rsidR="00524A18" w:rsidRDefault="00524A18" w:rsidP="005D6385">
      <w:r>
        <w:continuationSeparator/>
      </w:r>
    </w:p>
  </w:footnote>
  <w:footnote w:type="continuationNotice" w:id="1">
    <w:p w14:paraId="5283EBE1" w14:textId="77777777" w:rsidR="00524A18" w:rsidRDefault="00524A1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B07"/>
    <w:rsid w:val="00016A08"/>
    <w:rsid w:val="00022B07"/>
    <w:rsid w:val="00064E07"/>
    <w:rsid w:val="000B199B"/>
    <w:rsid w:val="000B1BFC"/>
    <w:rsid w:val="000B6D33"/>
    <w:rsid w:val="000C2972"/>
    <w:rsid w:val="000E4DE9"/>
    <w:rsid w:val="00134F13"/>
    <w:rsid w:val="00161760"/>
    <w:rsid w:val="00170B05"/>
    <w:rsid w:val="00191116"/>
    <w:rsid w:val="001B649F"/>
    <w:rsid w:val="00210A3E"/>
    <w:rsid w:val="00212A5D"/>
    <w:rsid w:val="002648E1"/>
    <w:rsid w:val="002873BA"/>
    <w:rsid w:val="002915F2"/>
    <w:rsid w:val="00293428"/>
    <w:rsid w:val="002A2892"/>
    <w:rsid w:val="002F52DE"/>
    <w:rsid w:val="003211C6"/>
    <w:rsid w:val="00345FAA"/>
    <w:rsid w:val="00360C85"/>
    <w:rsid w:val="0039109D"/>
    <w:rsid w:val="00394072"/>
    <w:rsid w:val="003A4561"/>
    <w:rsid w:val="003B0A1A"/>
    <w:rsid w:val="003C4180"/>
    <w:rsid w:val="003D6D6A"/>
    <w:rsid w:val="003E7EB9"/>
    <w:rsid w:val="00410F33"/>
    <w:rsid w:val="00425CA5"/>
    <w:rsid w:val="00425D57"/>
    <w:rsid w:val="00443DE6"/>
    <w:rsid w:val="004463B5"/>
    <w:rsid w:val="0048442D"/>
    <w:rsid w:val="004968AF"/>
    <w:rsid w:val="004A283F"/>
    <w:rsid w:val="004D3F91"/>
    <w:rsid w:val="004F3C74"/>
    <w:rsid w:val="004F4AC6"/>
    <w:rsid w:val="005078F0"/>
    <w:rsid w:val="0052152D"/>
    <w:rsid w:val="00524A18"/>
    <w:rsid w:val="0053238D"/>
    <w:rsid w:val="00532E46"/>
    <w:rsid w:val="00537BF8"/>
    <w:rsid w:val="00544B7A"/>
    <w:rsid w:val="005535B8"/>
    <w:rsid w:val="0055436A"/>
    <w:rsid w:val="005578C2"/>
    <w:rsid w:val="00583B2F"/>
    <w:rsid w:val="00597797"/>
    <w:rsid w:val="005C0573"/>
    <w:rsid w:val="005C1FC0"/>
    <w:rsid w:val="005C6AE5"/>
    <w:rsid w:val="005D6385"/>
    <w:rsid w:val="00602260"/>
    <w:rsid w:val="00610940"/>
    <w:rsid w:val="00630CEC"/>
    <w:rsid w:val="00646EA0"/>
    <w:rsid w:val="00666201"/>
    <w:rsid w:val="006855BB"/>
    <w:rsid w:val="00685C76"/>
    <w:rsid w:val="006A0391"/>
    <w:rsid w:val="006F2756"/>
    <w:rsid w:val="00723533"/>
    <w:rsid w:val="00726991"/>
    <w:rsid w:val="00762238"/>
    <w:rsid w:val="00772282"/>
    <w:rsid w:val="0077396C"/>
    <w:rsid w:val="007951C3"/>
    <w:rsid w:val="00797E6B"/>
    <w:rsid w:val="007C7C1C"/>
    <w:rsid w:val="007D3CE1"/>
    <w:rsid w:val="007E3706"/>
    <w:rsid w:val="007E7680"/>
    <w:rsid w:val="007F3437"/>
    <w:rsid w:val="007F3D75"/>
    <w:rsid w:val="00822A22"/>
    <w:rsid w:val="008324AF"/>
    <w:rsid w:val="008340AC"/>
    <w:rsid w:val="0083781A"/>
    <w:rsid w:val="0086698E"/>
    <w:rsid w:val="0087704C"/>
    <w:rsid w:val="008B037D"/>
    <w:rsid w:val="008B04FF"/>
    <w:rsid w:val="008E4196"/>
    <w:rsid w:val="00917979"/>
    <w:rsid w:val="00930706"/>
    <w:rsid w:val="0093788F"/>
    <w:rsid w:val="009B4D54"/>
    <w:rsid w:val="009B564D"/>
    <w:rsid w:val="009B7D09"/>
    <w:rsid w:val="009C183E"/>
    <w:rsid w:val="009D59F2"/>
    <w:rsid w:val="009F7645"/>
    <w:rsid w:val="00A04A87"/>
    <w:rsid w:val="00A126B0"/>
    <w:rsid w:val="00A33BA1"/>
    <w:rsid w:val="00A618F3"/>
    <w:rsid w:val="00A72908"/>
    <w:rsid w:val="00A77439"/>
    <w:rsid w:val="00A85CEE"/>
    <w:rsid w:val="00AB0109"/>
    <w:rsid w:val="00AB5F28"/>
    <w:rsid w:val="00AE378B"/>
    <w:rsid w:val="00AE624F"/>
    <w:rsid w:val="00AF4436"/>
    <w:rsid w:val="00B001CF"/>
    <w:rsid w:val="00B149A3"/>
    <w:rsid w:val="00B43E4B"/>
    <w:rsid w:val="00B85B51"/>
    <w:rsid w:val="00BA0D2B"/>
    <w:rsid w:val="00BA7C2E"/>
    <w:rsid w:val="00BE7D30"/>
    <w:rsid w:val="00C00F35"/>
    <w:rsid w:val="00C032DC"/>
    <w:rsid w:val="00C506CB"/>
    <w:rsid w:val="00CB5BE9"/>
    <w:rsid w:val="00CC79EA"/>
    <w:rsid w:val="00CD2F98"/>
    <w:rsid w:val="00CF5EFC"/>
    <w:rsid w:val="00D1577B"/>
    <w:rsid w:val="00D347F0"/>
    <w:rsid w:val="00DB4D29"/>
    <w:rsid w:val="00DD3D98"/>
    <w:rsid w:val="00E00893"/>
    <w:rsid w:val="00E20C1C"/>
    <w:rsid w:val="00E357F2"/>
    <w:rsid w:val="00E75633"/>
    <w:rsid w:val="00E87D55"/>
    <w:rsid w:val="00E91840"/>
    <w:rsid w:val="00E973FA"/>
    <w:rsid w:val="00EB4F7B"/>
    <w:rsid w:val="00EC640A"/>
    <w:rsid w:val="00ED5DA1"/>
    <w:rsid w:val="00F04E79"/>
    <w:rsid w:val="00F16586"/>
    <w:rsid w:val="00F31F48"/>
    <w:rsid w:val="00F562E6"/>
    <w:rsid w:val="00F70698"/>
    <w:rsid w:val="00F7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67F72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325070" w:themeColor="accen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uiPriority w:val="1"/>
    <w:qFormat/>
    <w:rsid w:val="00360C85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7797"/>
    <w:pPr>
      <w:tabs>
        <w:tab w:val="left" w:pos="9926"/>
      </w:tabs>
      <w:kinsoku w:val="0"/>
      <w:overflowPunct w:val="0"/>
      <w:spacing w:after="240"/>
      <w:outlineLvl w:val="0"/>
    </w:pPr>
    <w:rPr>
      <w:rFonts w:asciiTheme="majorHAnsi" w:hAnsiTheme="majorHAnsi" w:cs="Arial Black"/>
      <w:b/>
      <w:bCs/>
      <w:color w:val="E7696E" w:themeColor="accent4"/>
      <w:spacing w:val="20"/>
      <w:sz w:val="124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rsid w:val="00597797"/>
    <w:pPr>
      <w:spacing w:before="60"/>
    </w:pPr>
    <w:rPr>
      <w:caps/>
      <w:spacing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04A87"/>
    <w:rPr>
      <w:caps/>
      <w:spacing w:val="20"/>
    </w:rPr>
  </w:style>
  <w:style w:type="paragraph" w:styleId="ListParagraph">
    <w:name w:val="List Paragraph"/>
    <w:basedOn w:val="Normal"/>
    <w:uiPriority w:val="1"/>
    <w:semiHidden/>
    <w:rPr>
      <w:rFonts w:ascii="Times New Roman" w:hAnsi="Times New Roman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B4F7B"/>
    <w:pPr>
      <w:kinsoku w:val="0"/>
      <w:overflowPunct w:val="0"/>
      <w:spacing w:after="2640"/>
    </w:pPr>
    <w:rPr>
      <w:rFonts w:asciiTheme="majorHAnsi" w:hAnsiTheme="majorHAnsi" w:cs="Arial Black"/>
      <w:b/>
      <w:bCs/>
      <w:color w:val="E7696E" w:themeColor="accent4"/>
      <w:spacing w:val="20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4F7B"/>
    <w:rPr>
      <w:rFonts w:asciiTheme="majorHAnsi" w:hAnsiTheme="majorHAnsi" w:cs="Arial Black"/>
      <w:b/>
      <w:bCs/>
      <w:color w:val="E7696E" w:themeColor="accent4"/>
      <w:spacing w:val="20"/>
      <w:sz w:val="4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F7B"/>
    <w:pPr>
      <w:kinsoku w:val="0"/>
      <w:overflowPunct w:val="0"/>
      <w:spacing w:after="120"/>
    </w:pPr>
    <w:rPr>
      <w:iCs/>
      <w:caps/>
      <w:spacing w:val="20"/>
      <w:sz w:val="36"/>
      <w:szCs w:val="42"/>
    </w:rPr>
  </w:style>
  <w:style w:type="character" w:customStyle="1" w:styleId="SubtitleChar">
    <w:name w:val="Subtitle Char"/>
    <w:basedOn w:val="DefaultParagraphFont"/>
    <w:link w:val="Subtitle"/>
    <w:uiPriority w:val="11"/>
    <w:rsid w:val="00EB4F7B"/>
    <w:rPr>
      <w:iCs/>
      <w:caps/>
      <w:spacing w:val="20"/>
      <w:sz w:val="36"/>
      <w:szCs w:val="42"/>
    </w:rPr>
  </w:style>
  <w:style w:type="character" w:customStyle="1" w:styleId="Heading1Char">
    <w:name w:val="Heading 1 Char"/>
    <w:basedOn w:val="DefaultParagraphFont"/>
    <w:link w:val="Heading1"/>
    <w:uiPriority w:val="9"/>
    <w:rsid w:val="00597797"/>
    <w:rPr>
      <w:rFonts w:asciiTheme="majorHAnsi" w:hAnsiTheme="majorHAnsi" w:cs="Arial Black"/>
      <w:b/>
      <w:bCs/>
      <w:color w:val="E7696E" w:themeColor="accent4"/>
      <w:spacing w:val="20"/>
      <w:sz w:val="124"/>
      <w:szCs w:val="72"/>
    </w:rPr>
  </w:style>
  <w:style w:type="table" w:styleId="TableGrid">
    <w:name w:val="Table Grid"/>
    <w:basedOn w:val="TableNormal"/>
    <w:uiPriority w:val="39"/>
    <w:rsid w:val="00F70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70698"/>
    <w:rPr>
      <w:color w:val="808080"/>
    </w:rPr>
  </w:style>
  <w:style w:type="table" w:styleId="PlainTable3">
    <w:name w:val="Plain Table 3"/>
    <w:basedOn w:val="TableNormal"/>
    <w:uiPriority w:val="43"/>
    <w:rsid w:val="0091797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85B51"/>
    <w:rPr>
      <w:color w:val="1D314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ourwebsitehere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yourwebsitehere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High%20school%20achievement%20certificate.dotx" TargetMode="External"/></Relationships>
</file>

<file path=word/theme/theme1.xml><?xml version="1.0" encoding="utf-8"?>
<a:theme xmlns:a="http://schemas.openxmlformats.org/drawingml/2006/main" name="HighSchool">
  <a:themeElements>
    <a:clrScheme name="Custom 5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325070"/>
      </a:accent1>
      <a:accent2>
        <a:srgbClr val="6E5B7C"/>
      </a:accent2>
      <a:accent3>
        <a:srgbClr val="B76579"/>
      </a:accent3>
      <a:accent4>
        <a:srgbClr val="E7696E"/>
      </a:accent4>
      <a:accent5>
        <a:srgbClr val="EDAD8B"/>
      </a:accent5>
      <a:accent6>
        <a:srgbClr val="ECE6E1"/>
      </a:accent6>
      <a:hlink>
        <a:srgbClr val="1D3142"/>
      </a:hlink>
      <a:folHlink>
        <a:srgbClr val="A38DB5"/>
      </a:folHlink>
    </a:clrScheme>
    <a:fontScheme name="Custom 10">
      <a:majorFont>
        <a:latin typeface="Georgia Bold"/>
        <a:ea typeface=""/>
        <a:cs typeface=""/>
      </a:majorFont>
      <a:minorFont>
        <a:latin typeface="Gill Sans MT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HighSchool" id="{18D8C6B2-338D-9646-9A89-8DF306C8CC06}" vid="{4CA1FE64-EDD4-1D41-8776-BF5D71AD5EC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8" ma:contentTypeDescription="Create a new document." ma:contentTypeScope="" ma:versionID="d446c944705a322646ffb80e727be075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6fadf727bc34ad5af881c59f13619dcb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  <xsd:element ref="ns1:_ip_UnifiedCompliancePolicyProperties" minOccurs="0"/>
                <xsd:element ref="ns1:_ip_UnifiedCompliancePolicyUIAction" minOccurs="0"/>
                <xsd:element ref="ns2:Image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22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4" nillable="true" ma:taxonomy="true" ma:internalName="lcf76f155ced4ddcb4097134ff3c332f" ma:taxonomyFieldName="MediaServiceAITags" ma:displayName="Image Tags" ma:readOnly="false" ma:fieldId="{5cf76f15-5ced-4ddc-b409-7134ff3c332f}" ma:taxonomyMulti="true" ma:sspId="e385fb40-52d4-4fae-9c5b-3e8ff8a5878e" ma:termSetId="09814cd3-568e-4e90-9814-8d621ff8fb8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3f6bfcbc-3db3-4ae6-bd76-326f0798ad28}" ma:internalName="TaxCatchAll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  <lcf76f155ced4ddcb4097134ff3c332f xmlns="71af3243-3dd4-4a8d-8c0d-dd76da1f02a5">
      <Terms xmlns="http://schemas.microsoft.com/office/infopath/2007/PartnerControls"/>
    </lcf76f155ced4ddcb4097134ff3c332f>
    <TaxCatchAll xmlns="230e9df3-be65-4c73-a93b-d1236ebd677e"/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099E9-95DC-4C65-9B50-15A8F6877B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B2606-CE57-4941-AA0F-2980511F3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376DC2-2AAF-4757-BCC3-3C755EB133CA}">
  <ds:schemaRefs>
    <ds:schemaRef ds:uri="http://schemas.microsoft.com/office/2006/metadata/properties"/>
    <ds:schemaRef ds:uri="http://schemas.microsoft.com/office/infopath/2007/PartnerControls"/>
    <ds:schemaRef ds:uri="71af3243-3dd4-4a8d-8c0d-dd76da1f02a5"/>
    <ds:schemaRef ds:uri="http://schemas.microsoft.com/sharepoint/v3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C8116448-74F6-4D39-8FBF-486F9A9B5BD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f988bf-86f1-41af-91ab-2d7cd011db47}" enabled="0" method="" siteId="{72f988bf-86f1-41af-91ab-2d7cd011db4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High school achievement certificate.dotx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2023-03-31T14:36:00Z</dcterms:created>
  <dcterms:modified xsi:type="dcterms:W3CDTF">2023-12-30T06:10:00Z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53f9d40a9d4650e4359b01a43b7cecc7ce9a493227988f50171cf18ee2a929a4</vt:lpwstr>
  </property>
</Properties>
</file>